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374DB" w14:textId="77777777"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14:paraId="6D369CE5" w14:textId="464F0E4B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12189">
        <w:rPr>
          <w:rFonts w:ascii="Corbel" w:hAnsi="Corbel"/>
          <w:b/>
          <w:smallCaps/>
          <w:sz w:val="24"/>
          <w:szCs w:val="24"/>
        </w:rPr>
        <w:t>2</w:t>
      </w:r>
      <w:r w:rsidRPr="00C21169">
        <w:rPr>
          <w:rFonts w:ascii="Corbel" w:hAnsi="Corbel"/>
          <w:b/>
          <w:smallCaps/>
          <w:sz w:val="24"/>
          <w:szCs w:val="24"/>
        </w:rPr>
        <w:t>-20</w:t>
      </w:r>
      <w:r w:rsidR="000A3481">
        <w:rPr>
          <w:rFonts w:ascii="Corbel" w:hAnsi="Corbel"/>
          <w:b/>
          <w:smallCaps/>
          <w:sz w:val="24"/>
          <w:szCs w:val="24"/>
        </w:rPr>
        <w:t>2</w:t>
      </w:r>
      <w:r w:rsidR="00912189">
        <w:rPr>
          <w:rFonts w:ascii="Corbel" w:hAnsi="Corbel"/>
          <w:b/>
          <w:smallCaps/>
          <w:sz w:val="24"/>
          <w:szCs w:val="24"/>
        </w:rPr>
        <w:t>7</w:t>
      </w:r>
      <w:r w:rsidRPr="00C21169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2DE4E4" w14:textId="433A6E3A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912189">
        <w:rPr>
          <w:rFonts w:ascii="Corbel" w:hAnsi="Corbel"/>
          <w:b/>
          <w:sz w:val="24"/>
          <w:szCs w:val="24"/>
        </w:rPr>
        <w:t>6</w:t>
      </w:r>
      <w:r w:rsidRPr="00C21169">
        <w:rPr>
          <w:rFonts w:ascii="Corbel" w:hAnsi="Corbel"/>
          <w:b/>
          <w:sz w:val="24"/>
          <w:szCs w:val="24"/>
        </w:rPr>
        <w:t>/202</w:t>
      </w:r>
      <w:r w:rsidR="00912189">
        <w:rPr>
          <w:rFonts w:ascii="Corbel" w:hAnsi="Corbel"/>
          <w:b/>
          <w:sz w:val="24"/>
          <w:szCs w:val="24"/>
        </w:rPr>
        <w:t>7</w:t>
      </w:r>
    </w:p>
    <w:p w14:paraId="72B2E7A6" w14:textId="77777777"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6DCFED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14:paraId="369914E2" w14:textId="77777777" w:rsidTr="00B819C8">
        <w:tc>
          <w:tcPr>
            <w:tcW w:w="2694" w:type="dxa"/>
            <w:vAlign w:val="center"/>
          </w:tcPr>
          <w:p w14:paraId="13CEA46C" w14:textId="77777777"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86773B" w14:textId="77777777"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14:paraId="4F4AC0C2" w14:textId="77777777" w:rsidTr="00B819C8">
        <w:tc>
          <w:tcPr>
            <w:tcW w:w="2694" w:type="dxa"/>
            <w:vAlign w:val="center"/>
          </w:tcPr>
          <w:p w14:paraId="29C3051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9A6CE72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14:paraId="276E11B5" w14:textId="77777777" w:rsidTr="00B819C8">
        <w:tc>
          <w:tcPr>
            <w:tcW w:w="2694" w:type="dxa"/>
            <w:vAlign w:val="center"/>
          </w:tcPr>
          <w:p w14:paraId="01D1A80C" w14:textId="77777777"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28987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14:paraId="56BE0EC2" w14:textId="77777777" w:rsidTr="00B819C8">
        <w:tc>
          <w:tcPr>
            <w:tcW w:w="2694" w:type="dxa"/>
            <w:vAlign w:val="center"/>
          </w:tcPr>
          <w:p w14:paraId="44AA1CA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19181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14:paraId="19688D2B" w14:textId="77777777" w:rsidTr="00B819C8">
        <w:tc>
          <w:tcPr>
            <w:tcW w:w="2694" w:type="dxa"/>
            <w:vAlign w:val="center"/>
          </w:tcPr>
          <w:p w14:paraId="5449119A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514B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14:paraId="5831E6E8" w14:textId="77777777" w:rsidTr="00B819C8">
        <w:tc>
          <w:tcPr>
            <w:tcW w:w="2694" w:type="dxa"/>
            <w:vAlign w:val="center"/>
          </w:tcPr>
          <w:p w14:paraId="5AFC788C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A9691B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14:paraId="1119B020" w14:textId="77777777" w:rsidTr="00B819C8">
        <w:tc>
          <w:tcPr>
            <w:tcW w:w="2694" w:type="dxa"/>
            <w:vAlign w:val="center"/>
          </w:tcPr>
          <w:p w14:paraId="0D7431A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2295D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14:paraId="6BF0E8C7" w14:textId="77777777" w:rsidTr="00B819C8">
        <w:tc>
          <w:tcPr>
            <w:tcW w:w="2694" w:type="dxa"/>
            <w:vAlign w:val="center"/>
          </w:tcPr>
          <w:p w14:paraId="21867F36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CB0E50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14:paraId="0BF8F8D5" w14:textId="77777777" w:rsidTr="00B819C8">
        <w:tc>
          <w:tcPr>
            <w:tcW w:w="2694" w:type="dxa"/>
            <w:vAlign w:val="center"/>
          </w:tcPr>
          <w:p w14:paraId="141F12B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1D5956" w14:textId="77777777"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14:paraId="340469AE" w14:textId="77777777" w:rsidTr="00B819C8">
        <w:tc>
          <w:tcPr>
            <w:tcW w:w="2694" w:type="dxa"/>
            <w:vAlign w:val="center"/>
          </w:tcPr>
          <w:p w14:paraId="696ECCE2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B6DB35" w14:textId="77777777"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14:paraId="506EE83E" w14:textId="77777777" w:rsidTr="00B819C8">
        <w:tc>
          <w:tcPr>
            <w:tcW w:w="2694" w:type="dxa"/>
            <w:vAlign w:val="center"/>
          </w:tcPr>
          <w:p w14:paraId="2857017E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10AFA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14:paraId="38C774B8" w14:textId="77777777" w:rsidTr="00B819C8">
        <w:tc>
          <w:tcPr>
            <w:tcW w:w="2694" w:type="dxa"/>
            <w:vAlign w:val="center"/>
          </w:tcPr>
          <w:p w14:paraId="49D0810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F359C3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14:paraId="155AB548" w14:textId="77777777" w:rsidTr="00B819C8">
        <w:tc>
          <w:tcPr>
            <w:tcW w:w="2694" w:type="dxa"/>
            <w:vAlign w:val="center"/>
          </w:tcPr>
          <w:p w14:paraId="56D5796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E637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C21169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C21169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53E957F5" w14:textId="77777777"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14:paraId="39E032D0" w14:textId="77777777"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0A231C" w14:textId="77777777"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1E94D" w14:textId="77777777"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14:paraId="2FCA7F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9AE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14:paraId="216A3F5C" w14:textId="77777777"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7A47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Wykł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9EB5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3FF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Konw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1278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455B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Sem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A401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7C3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Prakt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89F2" w14:textId="77777777"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F0B0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14:paraId="2F55070E" w14:textId="77777777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313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B715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8FE6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3A47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9D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FA0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E11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9F3A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A57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48A1" w14:textId="77777777"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FC7142" w14:textId="77777777"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91F4A0" w14:textId="77777777"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14:paraId="50627D82" w14:textId="77777777"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75C6D4" w14:textId="77777777"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59B4B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BA81" w14:textId="77777777"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14:paraId="6BDDC186" w14:textId="77777777"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629A4" w14:textId="77777777"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18B4F138" w14:textId="77777777" w:rsidTr="00745302">
        <w:tc>
          <w:tcPr>
            <w:tcW w:w="9670" w:type="dxa"/>
          </w:tcPr>
          <w:p w14:paraId="45884B13" w14:textId="77777777"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14:paraId="7096B899" w14:textId="77777777"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34BBD1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14:paraId="3F16330B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0F8F9" w14:textId="77777777"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14:paraId="04359846" w14:textId="77777777" w:rsidTr="00923D7D">
        <w:tc>
          <w:tcPr>
            <w:tcW w:w="851" w:type="dxa"/>
            <w:vAlign w:val="center"/>
          </w:tcPr>
          <w:p w14:paraId="0D4C4958" w14:textId="77777777"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2A66320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14:paraId="1ED9B692" w14:textId="77777777" w:rsidTr="00923D7D">
        <w:tc>
          <w:tcPr>
            <w:tcW w:w="851" w:type="dxa"/>
            <w:vAlign w:val="center"/>
          </w:tcPr>
          <w:p w14:paraId="171F5A26" w14:textId="77777777"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2176F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14:paraId="213DD030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689069" w14:textId="77777777"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14:paraId="4A7AA828" w14:textId="77777777" w:rsidTr="0071620A">
        <w:tc>
          <w:tcPr>
            <w:tcW w:w="1701" w:type="dxa"/>
            <w:vAlign w:val="center"/>
          </w:tcPr>
          <w:p w14:paraId="5578F737" w14:textId="77777777"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B0E87A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D34E96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14:paraId="75E92B63" w14:textId="77777777" w:rsidTr="0071620A">
        <w:tc>
          <w:tcPr>
            <w:tcW w:w="1701" w:type="dxa"/>
            <w:vAlign w:val="center"/>
          </w:tcPr>
          <w:p w14:paraId="5E91F44D" w14:textId="77777777"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0560BC9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00EE162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14:paraId="52F31E98" w14:textId="77777777" w:rsidTr="001853D9">
        <w:tc>
          <w:tcPr>
            <w:tcW w:w="1701" w:type="dxa"/>
          </w:tcPr>
          <w:p w14:paraId="0D327D6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501F624" w14:textId="77777777"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14:paraId="174CAA7B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7334FDA2" w14:textId="77777777"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14:paraId="1D9C8DC8" w14:textId="77777777" w:rsidTr="001853D9">
        <w:tc>
          <w:tcPr>
            <w:tcW w:w="1701" w:type="dxa"/>
          </w:tcPr>
          <w:p w14:paraId="53E9990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A0FD15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14:paraId="1219F06A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14:paraId="0828C790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14:paraId="1F7C8381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14:paraId="06CDBB71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14:paraId="4EF6C1AA" w14:textId="77777777" w:rsidTr="001853D9">
        <w:tc>
          <w:tcPr>
            <w:tcW w:w="1701" w:type="dxa"/>
          </w:tcPr>
          <w:p w14:paraId="19F8002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BCC56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14:paraId="5D4AE119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14:paraId="1CAA5E77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14:paraId="6B7066B4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10053" w14:textId="77777777"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14:paraId="57165095" w14:textId="77777777"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14:paraId="0E1E5B91" w14:textId="77777777"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A00AF67" w14:textId="77777777" w:rsidTr="00923D7D">
        <w:tc>
          <w:tcPr>
            <w:tcW w:w="9639" w:type="dxa"/>
          </w:tcPr>
          <w:p w14:paraId="3DAB91AF" w14:textId="77777777"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14:paraId="071FFD00" w14:textId="77777777" w:rsidTr="00923D7D">
        <w:tc>
          <w:tcPr>
            <w:tcW w:w="9639" w:type="dxa"/>
          </w:tcPr>
          <w:p w14:paraId="0755F18A" w14:textId="77777777"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14:paraId="6006EBA7" w14:textId="77777777" w:rsidTr="00923D7D">
        <w:tc>
          <w:tcPr>
            <w:tcW w:w="9639" w:type="dxa"/>
          </w:tcPr>
          <w:p w14:paraId="71398F83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14:paraId="48437C5E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14:paraId="6E27035A" w14:textId="77777777" w:rsidTr="00923D7D">
        <w:tc>
          <w:tcPr>
            <w:tcW w:w="9639" w:type="dxa"/>
          </w:tcPr>
          <w:p w14:paraId="048B46C7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14:paraId="66936CF5" w14:textId="77777777" w:rsidTr="00923D7D">
        <w:tc>
          <w:tcPr>
            <w:tcW w:w="9639" w:type="dxa"/>
          </w:tcPr>
          <w:p w14:paraId="69B88356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14:paraId="4C916610" w14:textId="77777777" w:rsidTr="00923D7D">
        <w:tc>
          <w:tcPr>
            <w:tcW w:w="9639" w:type="dxa"/>
          </w:tcPr>
          <w:p w14:paraId="40C7D05D" w14:textId="77777777"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14:paraId="4327B559" w14:textId="77777777" w:rsidTr="00923D7D">
        <w:tc>
          <w:tcPr>
            <w:tcW w:w="9639" w:type="dxa"/>
          </w:tcPr>
          <w:p w14:paraId="01054B55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14:paraId="6564FD62" w14:textId="77777777"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598D0A" w14:textId="77777777"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14:paraId="7C849CCF" w14:textId="77777777"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14:paraId="0680ABDC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DD7BD" w14:textId="77777777"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14:paraId="725A25B4" w14:textId="77777777"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56580" w14:textId="77777777"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14:paraId="074E5575" w14:textId="77777777" w:rsidTr="00C05F44">
        <w:tc>
          <w:tcPr>
            <w:tcW w:w="1985" w:type="dxa"/>
            <w:vAlign w:val="center"/>
          </w:tcPr>
          <w:p w14:paraId="57F3A3C2" w14:textId="77777777"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DE3586" w14:textId="77777777"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B82CAC" w14:textId="77777777"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9697E8" w14:textId="77777777"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14:paraId="7270365D" w14:textId="77777777" w:rsidTr="00C05F44">
        <w:tc>
          <w:tcPr>
            <w:tcW w:w="1985" w:type="dxa"/>
          </w:tcPr>
          <w:p w14:paraId="6331297E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211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11A541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FDB0B0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3E358B66" w14:textId="77777777" w:rsidTr="00C05F44">
        <w:tc>
          <w:tcPr>
            <w:tcW w:w="1985" w:type="dxa"/>
          </w:tcPr>
          <w:p w14:paraId="55E2735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6EA2B2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0E647051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7960DC6D" w14:textId="77777777" w:rsidTr="00C05F44">
        <w:tc>
          <w:tcPr>
            <w:tcW w:w="1985" w:type="dxa"/>
          </w:tcPr>
          <w:p w14:paraId="273195D5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4DD4B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28E52248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3F52B40" w14:textId="77777777"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8EE39" w14:textId="77777777"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2929335B" w14:textId="77777777" w:rsidTr="00923D7D">
        <w:tc>
          <w:tcPr>
            <w:tcW w:w="9670" w:type="dxa"/>
          </w:tcPr>
          <w:p w14:paraId="0327CE7D" w14:textId="77777777"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14:paraId="2CA3E86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786B2" w14:textId="77777777"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14:paraId="037C754E" w14:textId="77777777" w:rsidTr="003E1941">
        <w:tc>
          <w:tcPr>
            <w:tcW w:w="4962" w:type="dxa"/>
            <w:vAlign w:val="center"/>
          </w:tcPr>
          <w:p w14:paraId="4C9714E2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09011C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14:paraId="680201E9" w14:textId="77777777" w:rsidTr="00923D7D">
        <w:tc>
          <w:tcPr>
            <w:tcW w:w="4962" w:type="dxa"/>
          </w:tcPr>
          <w:p w14:paraId="58ACD48D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11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11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630D4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14:paraId="1A177F1E" w14:textId="77777777" w:rsidTr="00923D7D">
        <w:tc>
          <w:tcPr>
            <w:tcW w:w="4962" w:type="dxa"/>
          </w:tcPr>
          <w:p w14:paraId="301037AA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79343D6F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425D2DE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14:paraId="3058F930" w14:textId="77777777" w:rsidTr="00923D7D">
        <w:tc>
          <w:tcPr>
            <w:tcW w:w="4962" w:type="dxa"/>
          </w:tcPr>
          <w:p w14:paraId="12746E07" w14:textId="77777777"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11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11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17ADCB00" w14:textId="77777777"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14:paraId="01518B48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14:paraId="08D18DA0" w14:textId="77777777" w:rsidTr="00923D7D">
        <w:tc>
          <w:tcPr>
            <w:tcW w:w="4962" w:type="dxa"/>
          </w:tcPr>
          <w:p w14:paraId="605C6A79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6D8699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14:paraId="274E1834" w14:textId="77777777" w:rsidTr="00923D7D">
        <w:tc>
          <w:tcPr>
            <w:tcW w:w="4962" w:type="dxa"/>
          </w:tcPr>
          <w:p w14:paraId="6A32F822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66155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035C0D" w14:textId="77777777"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F64C4" w14:textId="77777777"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9B1C3" w14:textId="77777777"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14:paraId="32A68210" w14:textId="77777777" w:rsidTr="00210150">
        <w:trPr>
          <w:trHeight w:val="397"/>
        </w:trPr>
        <w:tc>
          <w:tcPr>
            <w:tcW w:w="4111" w:type="dxa"/>
          </w:tcPr>
          <w:p w14:paraId="6D25315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E3F7CE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14:paraId="4A9FCCE9" w14:textId="77777777" w:rsidTr="00210150">
        <w:trPr>
          <w:trHeight w:val="397"/>
        </w:trPr>
        <w:tc>
          <w:tcPr>
            <w:tcW w:w="4111" w:type="dxa"/>
          </w:tcPr>
          <w:p w14:paraId="38D86CB1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CE83B6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84E0C8" w14:textId="77777777"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04633" w14:textId="77777777"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03263B5" w14:textId="77777777" w:rsidTr="00900A85">
        <w:trPr>
          <w:trHeight w:val="397"/>
        </w:trPr>
        <w:tc>
          <w:tcPr>
            <w:tcW w:w="9639" w:type="dxa"/>
          </w:tcPr>
          <w:p w14:paraId="208201F3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917E93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14:paraId="06B1A931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14:paraId="68B483D5" w14:textId="77777777"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14:paraId="51AC037E" w14:textId="77777777" w:rsidTr="00900A85">
        <w:trPr>
          <w:trHeight w:val="397"/>
        </w:trPr>
        <w:tc>
          <w:tcPr>
            <w:tcW w:w="9639" w:type="dxa"/>
          </w:tcPr>
          <w:p w14:paraId="58281515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BDAA10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</w:t>
            </w: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Vos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14:paraId="4B31DCB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Dweck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14:paraId="52ED1519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</w:t>
            </w: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Michelon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Fitness </w:t>
            </w:r>
            <w:proofErr w:type="spellStart"/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mózgu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14:paraId="6C4F37E5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Rozwijanie zdolności uczenia się. Z </w:t>
            </w:r>
            <w:proofErr w:type="spellStart"/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Wygotskim</w:t>
            </w:r>
            <w:proofErr w:type="spellEnd"/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14:paraId="362047E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14:paraId="0F731833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14:paraId="4D74279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14:paraId="7C203F4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14:paraId="7C292637" w14:textId="77777777"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14:paraId="4F0EC7D2" w14:textId="77777777"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14B555" w14:textId="77777777"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7D42E4" w14:textId="77777777"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BE379" w14:textId="77777777"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41D246BD" w14:textId="77777777"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E736" w14:textId="77777777" w:rsidR="002F26C5" w:rsidRDefault="002F26C5" w:rsidP="00C16ABF">
      <w:pPr>
        <w:spacing w:after="0" w:line="240" w:lineRule="auto"/>
      </w:pPr>
      <w:r>
        <w:separator/>
      </w:r>
    </w:p>
  </w:endnote>
  <w:endnote w:type="continuationSeparator" w:id="0">
    <w:p w14:paraId="0F9D3DE7" w14:textId="77777777" w:rsidR="002F26C5" w:rsidRDefault="002F26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EC110" w14:textId="77777777" w:rsidR="002F26C5" w:rsidRDefault="002F26C5" w:rsidP="00C16ABF">
      <w:pPr>
        <w:spacing w:after="0" w:line="240" w:lineRule="auto"/>
      </w:pPr>
      <w:r>
        <w:separator/>
      </w:r>
    </w:p>
  </w:footnote>
  <w:footnote w:type="continuationSeparator" w:id="0">
    <w:p w14:paraId="5F38FECB" w14:textId="77777777" w:rsidR="002F26C5" w:rsidRDefault="002F26C5" w:rsidP="00C16ABF">
      <w:pPr>
        <w:spacing w:after="0" w:line="240" w:lineRule="auto"/>
      </w:pPr>
      <w:r>
        <w:continuationSeparator/>
      </w:r>
    </w:p>
  </w:footnote>
  <w:footnote w:id="1">
    <w:p w14:paraId="121B94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644927">
    <w:abstractNumId w:val="0"/>
  </w:num>
  <w:num w:numId="2" w16cid:durableId="639002064">
    <w:abstractNumId w:val="1"/>
  </w:num>
  <w:num w:numId="3" w16cid:durableId="57648309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6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6B0"/>
    <w:rsid w:val="00513B6F"/>
    <w:rsid w:val="00517C63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218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874F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9659-EBAE-4E3E-B3AA-CF117A0F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14</cp:revision>
  <cp:lastPrinted>2019-02-06T12:12:00Z</cp:lastPrinted>
  <dcterms:created xsi:type="dcterms:W3CDTF">2020-02-03T08:15:00Z</dcterms:created>
  <dcterms:modified xsi:type="dcterms:W3CDTF">2022-09-15T12:31:00Z</dcterms:modified>
</cp:coreProperties>
</file>